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05" w:rsidRDefault="00287505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87505" w:rsidRDefault="00287505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87505" w:rsidRDefault="00287505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287505" w:rsidRDefault="00287505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87505" w:rsidRDefault="00287505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287505" w:rsidRPr="007F3A94" w:rsidRDefault="00287505" w:rsidP="00F3238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C75F2B">
        <w:rPr>
          <w:rFonts w:ascii="Arial" w:hAnsi="Arial" w:cs="Arial"/>
          <w:b/>
          <w:bCs/>
          <w:i/>
          <w:iCs/>
          <w:sz w:val="21"/>
          <w:szCs w:val="21"/>
        </w:rPr>
        <w:t>Utrzymanie czystości wewnątrz i na zewnątrz obiektów ZDMiKP</w:t>
      </w: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.”</w:t>
      </w:r>
    </w:p>
    <w:p w:rsidR="00287505" w:rsidRDefault="00287505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87505" w:rsidRDefault="00287505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87505" w:rsidRPr="00540EE1" w:rsidRDefault="00287505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287505" w:rsidRDefault="00287505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287505" w:rsidRDefault="00287505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Default="00287505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87505" w:rsidRPr="00E75EDD" w:rsidRDefault="00287505" w:rsidP="00090EA5">
      <w:pPr>
        <w:jc w:val="both"/>
        <w:rPr>
          <w:i/>
          <w:sz w:val="8"/>
          <w:szCs w:val="21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287505" w:rsidRDefault="00287505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287505" w:rsidRDefault="00287505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287505" w:rsidRPr="00836300" w:rsidRDefault="00287505" w:rsidP="00090EA5">
      <w:pPr>
        <w:jc w:val="both"/>
        <w:rPr>
          <w:i/>
        </w:rPr>
      </w:pPr>
    </w:p>
    <w:p w:rsidR="00287505" w:rsidRPr="00B34D0E" w:rsidRDefault="00287505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87505" w:rsidRPr="00E96C5D" w:rsidRDefault="00287505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287505" w:rsidRPr="00E96C5D" w:rsidRDefault="00287505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287505" w:rsidRPr="00E96C5D" w:rsidRDefault="00287505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287505" w:rsidRPr="00E96C5D" w:rsidRDefault="00287505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87505" w:rsidRDefault="00287505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96C5D" w:rsidRDefault="00287505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96C5D" w:rsidRDefault="00287505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75EDD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75EDD" w:rsidRDefault="00287505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ind w:right="8788"/>
        <w:rPr>
          <w:i/>
          <w:iCs/>
        </w:rPr>
      </w:pPr>
      <w:r w:rsidRPr="00C65151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287505" w:rsidRPr="006975BB" w:rsidRDefault="00287505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287505" w:rsidRPr="006975BB" w:rsidRDefault="00287505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/>
    <w:p w:rsidR="00287505" w:rsidRPr="00090EA5" w:rsidRDefault="00287505" w:rsidP="00090EA5"/>
    <w:sectPr w:rsidR="00287505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505" w:rsidRDefault="00287505" w:rsidP="008B6F0F">
      <w:pPr>
        <w:spacing w:after="0" w:line="240" w:lineRule="auto"/>
      </w:pPr>
      <w:r>
        <w:separator/>
      </w:r>
    </w:p>
  </w:endnote>
  <w:endnote w:type="continuationSeparator" w:id="0">
    <w:p w:rsidR="00287505" w:rsidRDefault="00287505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05" w:rsidRPr="008B6F0F" w:rsidRDefault="00287505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287505" w:rsidRDefault="002875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505" w:rsidRDefault="00287505" w:rsidP="008B6F0F">
      <w:pPr>
        <w:spacing w:after="0" w:line="240" w:lineRule="auto"/>
      </w:pPr>
      <w:r>
        <w:separator/>
      </w:r>
    </w:p>
  </w:footnote>
  <w:footnote w:type="continuationSeparator" w:id="0">
    <w:p w:rsidR="00287505" w:rsidRDefault="00287505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05" w:rsidRDefault="00287505" w:rsidP="009F244D">
    <w:pPr>
      <w:pStyle w:val="Header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054/2018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braku podstaw do wykluczenia z  postępowania </w:t>
    </w:r>
  </w:p>
  <w:p w:rsidR="00287505" w:rsidRPr="00311175" w:rsidRDefault="00287505" w:rsidP="009F244D">
    <w:pPr>
      <w:pStyle w:val="Header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5</w:t>
    </w:r>
    <w:r w:rsidRPr="00311175">
      <w:rPr>
        <w:i/>
        <w:sz w:val="18"/>
        <w:szCs w:val="18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B4C1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AAE8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F901A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E2C65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38D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ACF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C41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ECF8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BC04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5BA31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77CB"/>
    <w:rsid w:val="00037F0B"/>
    <w:rsid w:val="00074939"/>
    <w:rsid w:val="00090EA5"/>
    <w:rsid w:val="000B18A4"/>
    <w:rsid w:val="001E3C9C"/>
    <w:rsid w:val="001F6676"/>
    <w:rsid w:val="00205C1C"/>
    <w:rsid w:val="0027024E"/>
    <w:rsid w:val="00287505"/>
    <w:rsid w:val="002957D3"/>
    <w:rsid w:val="002A3E28"/>
    <w:rsid w:val="002C72A5"/>
    <w:rsid w:val="002F3DB9"/>
    <w:rsid w:val="00311175"/>
    <w:rsid w:val="0032081F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576C8B"/>
    <w:rsid w:val="00610234"/>
    <w:rsid w:val="006975BB"/>
    <w:rsid w:val="006B0FC9"/>
    <w:rsid w:val="006C15B1"/>
    <w:rsid w:val="00707F1C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907C6A"/>
    <w:rsid w:val="00966775"/>
    <w:rsid w:val="009F244D"/>
    <w:rsid w:val="00A00451"/>
    <w:rsid w:val="00A618EC"/>
    <w:rsid w:val="00A62156"/>
    <w:rsid w:val="00A75432"/>
    <w:rsid w:val="00AA3173"/>
    <w:rsid w:val="00AD06DD"/>
    <w:rsid w:val="00B07A7F"/>
    <w:rsid w:val="00B34D0E"/>
    <w:rsid w:val="00B52711"/>
    <w:rsid w:val="00C1499C"/>
    <w:rsid w:val="00C42B8E"/>
    <w:rsid w:val="00C65151"/>
    <w:rsid w:val="00C75F2B"/>
    <w:rsid w:val="00CB062B"/>
    <w:rsid w:val="00CF462D"/>
    <w:rsid w:val="00D40E5A"/>
    <w:rsid w:val="00D51D6C"/>
    <w:rsid w:val="00D60C29"/>
    <w:rsid w:val="00DA7FBC"/>
    <w:rsid w:val="00DC65B6"/>
    <w:rsid w:val="00DD27A4"/>
    <w:rsid w:val="00E24D01"/>
    <w:rsid w:val="00E25EFF"/>
    <w:rsid w:val="00E75EDD"/>
    <w:rsid w:val="00E76B8C"/>
    <w:rsid w:val="00E82439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0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445</Words>
  <Characters>2675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28</cp:revision>
  <cp:lastPrinted>2018-11-23T09:48:00Z</cp:lastPrinted>
  <dcterms:created xsi:type="dcterms:W3CDTF">2018-02-20T08:11:00Z</dcterms:created>
  <dcterms:modified xsi:type="dcterms:W3CDTF">2018-11-23T09:49:00Z</dcterms:modified>
</cp:coreProperties>
</file>